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Pr="00C50949" w:rsidRDefault="000855FF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8</w:t>
      </w:r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B7A297E" w14:textId="77777777" w:rsidR="00CD4C67" w:rsidRDefault="00CD4C67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FEE3C84" w14:textId="3C10CC4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5C894E6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 (RBM)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0E0486F4" w:rsidR="000855FF" w:rsidRDefault="000855FF" w:rsidP="00CD4C67">
      <w:pPr>
        <w:widowControl w:val="0"/>
        <w:snapToGrid w:val="0"/>
        <w:ind w:left="170" w:right="170"/>
        <w:jc w:val="both"/>
        <w:rPr>
          <w:rFonts w:cstheme="minorHAnsi"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64149F" w:rsidRPr="0064149F">
        <w:rPr>
          <w:rFonts w:cstheme="minorHAnsi"/>
          <w:b/>
          <w:bCs/>
          <w:lang w:eastAsia="pl-PL"/>
        </w:rPr>
        <w:t>POST/DYS/OLD/GZ/00134/2026</w:t>
      </w:r>
      <w:r w:rsidRPr="000855FF">
        <w:rPr>
          <w:rFonts w:cstheme="minorHAnsi"/>
          <w:lang w:eastAsia="pl-PL"/>
        </w:rPr>
        <w:t xml:space="preserve"> prowadzonym w trybie przetargu nieograniczonego pn. </w:t>
      </w:r>
      <w:r w:rsidR="00CD4C67">
        <w:rPr>
          <w:rFonts w:cstheme="minorHAnsi"/>
          <w:lang w:eastAsia="pl-PL"/>
        </w:rPr>
        <w:t xml:space="preserve">„ </w:t>
      </w:r>
      <w:r w:rsidR="0064149F" w:rsidRPr="0064149F">
        <w:rPr>
          <w:rFonts w:cstheme="minorHAnsi"/>
          <w:lang w:eastAsia="pl-PL"/>
        </w:rPr>
        <w:t xml:space="preserve">Wykonanie robót budowlanych w branży elektroenergetycznej na terenie działania OŁD w RE Żyrardów: </w:t>
      </w:r>
      <w:r w:rsidR="0064149F" w:rsidRPr="0064149F">
        <w:rPr>
          <w:rFonts w:cstheme="minorHAnsi"/>
          <w:b/>
          <w:bCs/>
          <w:lang w:eastAsia="pl-PL"/>
        </w:rPr>
        <w:t xml:space="preserve">Linia SN Widok - Łowicz etap 1 - przebudowa urządzeń </w:t>
      </w:r>
      <w:proofErr w:type="spellStart"/>
      <w:r w:rsidR="0064149F" w:rsidRPr="0064149F">
        <w:rPr>
          <w:rFonts w:cstheme="minorHAnsi"/>
          <w:b/>
          <w:bCs/>
          <w:lang w:eastAsia="pl-PL"/>
        </w:rPr>
        <w:t>el.en</w:t>
      </w:r>
      <w:proofErr w:type="spellEnd"/>
      <w:r w:rsidR="0064149F" w:rsidRPr="0064149F">
        <w:rPr>
          <w:rFonts w:cstheme="minorHAnsi"/>
          <w:b/>
          <w:bCs/>
          <w:lang w:eastAsia="pl-PL"/>
        </w:rPr>
        <w:t xml:space="preserve">. SN i </w:t>
      </w:r>
      <w:proofErr w:type="spellStart"/>
      <w:r w:rsidR="0064149F" w:rsidRPr="0064149F">
        <w:rPr>
          <w:rFonts w:cstheme="minorHAnsi"/>
          <w:b/>
          <w:bCs/>
          <w:lang w:eastAsia="pl-PL"/>
        </w:rPr>
        <w:t>nN</w:t>
      </w:r>
      <w:proofErr w:type="spellEnd"/>
      <w:r w:rsidR="0064149F" w:rsidRPr="0064149F">
        <w:rPr>
          <w:rFonts w:cstheme="minorHAnsi"/>
          <w:b/>
          <w:bCs/>
          <w:lang w:eastAsia="pl-PL"/>
        </w:rPr>
        <w:t xml:space="preserve"> - przebudowa sieci </w:t>
      </w:r>
      <w:proofErr w:type="spellStart"/>
      <w:r w:rsidR="0064149F" w:rsidRPr="0064149F">
        <w:rPr>
          <w:rFonts w:cstheme="minorHAnsi"/>
          <w:b/>
          <w:bCs/>
          <w:lang w:eastAsia="pl-PL"/>
        </w:rPr>
        <w:t>el.en</w:t>
      </w:r>
      <w:proofErr w:type="spellEnd"/>
      <w:r w:rsidR="0064149F" w:rsidRPr="0064149F">
        <w:rPr>
          <w:rFonts w:cstheme="minorHAnsi"/>
          <w:b/>
          <w:bCs/>
          <w:lang w:eastAsia="pl-PL"/>
        </w:rPr>
        <w:t>. SN II etap”</w:t>
      </w:r>
      <w:r w:rsidRPr="0064149F">
        <w:rPr>
          <w:rFonts w:cstheme="minorHAnsi"/>
          <w:b/>
          <w:bCs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35B789BA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D – 1 osoba,</w:t>
      </w:r>
    </w:p>
    <w:p w14:paraId="5D2B6F33" w14:textId="77777777" w:rsidR="00B62B74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>posiadają świadectwo kwalifikacyjne grupy E – 2 osoby,</w:t>
      </w:r>
    </w:p>
    <w:p w14:paraId="6655CE11" w14:textId="162C940F" w:rsid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 uprawnienia do prowadzenia prac sieciowych (sieci i urządzenia </w:t>
      </w:r>
      <w:proofErr w:type="spellStart"/>
      <w:r w:rsidRPr="00B62B74">
        <w:rPr>
          <w:rFonts w:cstheme="minorHAnsi"/>
          <w:lang w:eastAsia="pl-PL"/>
        </w:rPr>
        <w:t>nN</w:t>
      </w:r>
      <w:proofErr w:type="spellEnd"/>
      <w:r w:rsidRPr="00B62B74">
        <w:rPr>
          <w:rFonts w:cstheme="minorHAnsi"/>
          <w:lang w:eastAsia="pl-PL"/>
        </w:rPr>
        <w:t xml:space="preserve">) w technologii PPN (prac pod napięciem) – 2 osoby </w:t>
      </w:r>
    </w:p>
    <w:p w14:paraId="5222CD7A" w14:textId="4896B538" w:rsidR="000855FF" w:rsidRPr="00B62B74" w:rsidRDefault="00B62B74" w:rsidP="00B62B74">
      <w:pPr>
        <w:widowControl w:val="0"/>
        <w:numPr>
          <w:ilvl w:val="0"/>
          <w:numId w:val="32"/>
        </w:numPr>
        <w:snapToGrid w:val="0"/>
        <w:ind w:right="170"/>
        <w:jc w:val="both"/>
        <w:rPr>
          <w:rFonts w:cstheme="minorHAnsi"/>
          <w:lang w:eastAsia="pl-PL"/>
        </w:rPr>
      </w:pPr>
      <w:r w:rsidRPr="00B62B74">
        <w:rPr>
          <w:rFonts w:cstheme="minorHAnsi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tj. </w:t>
      </w:r>
      <w:r w:rsidRPr="00B62B74">
        <w:rPr>
          <w:rFonts w:cstheme="minorHAnsi"/>
          <w:lang w:eastAsia="pl-PL"/>
        </w:rPr>
        <w:br/>
        <w:t xml:space="preserve">w specjalności instalacyjnej w zakresie sieci, instalacji i urządzeń elektrycznych </w:t>
      </w:r>
      <w:r w:rsidR="00CD4C67">
        <w:rPr>
          <w:rFonts w:cstheme="minorHAnsi"/>
          <w:lang w:eastAsia="pl-PL"/>
        </w:rPr>
        <w:br/>
      </w:r>
      <w:r w:rsidRPr="00B62B74">
        <w:rPr>
          <w:rFonts w:cstheme="minorHAnsi"/>
          <w:lang w:eastAsia="pl-PL"/>
        </w:rPr>
        <w:t>i elektroenergetycznych - 1 osoba.</w:t>
      </w:r>
    </w:p>
    <w:p w14:paraId="6A6A7D4C" w14:textId="11E27182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647910D1" w14:textId="77777777" w:rsidR="00CD4C67" w:rsidRDefault="00CD4C6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17ED53FB" w14:textId="77777777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A8F6" w14:textId="77777777" w:rsidR="0031112E" w:rsidRDefault="0031112E" w:rsidP="00582CE9">
      <w:pPr>
        <w:spacing w:after="0"/>
      </w:pPr>
      <w:r>
        <w:separator/>
      </w:r>
    </w:p>
  </w:endnote>
  <w:endnote w:type="continuationSeparator" w:id="0">
    <w:p w14:paraId="1C2E09D3" w14:textId="77777777" w:rsidR="0031112E" w:rsidRDefault="0031112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9ED6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94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45E9" w14:textId="77777777" w:rsidR="0031112E" w:rsidRDefault="0031112E" w:rsidP="00582CE9">
      <w:pPr>
        <w:spacing w:after="0"/>
      </w:pPr>
      <w:r>
        <w:separator/>
      </w:r>
    </w:p>
  </w:footnote>
  <w:footnote w:type="continuationSeparator" w:id="0">
    <w:p w14:paraId="51001982" w14:textId="77777777" w:rsidR="0031112E" w:rsidRDefault="0031112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2B5AE1CA" w14:textId="77777777" w:rsidR="00B62B74" w:rsidRPr="00B62B74" w:rsidRDefault="00B62B74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32498169" w:rsidR="00347E8D" w:rsidRPr="006B2C28" w:rsidRDefault="0064149F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4149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POST/DYS/OLD/GZ/00134/2026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029872005">
    <w:abstractNumId w:val="19"/>
  </w:num>
  <w:num w:numId="2" w16cid:durableId="1934317497">
    <w:abstractNumId w:val="8"/>
  </w:num>
  <w:num w:numId="3" w16cid:durableId="1505584774">
    <w:abstractNumId w:val="13"/>
  </w:num>
  <w:num w:numId="4" w16cid:durableId="1186595999">
    <w:abstractNumId w:val="21"/>
  </w:num>
  <w:num w:numId="5" w16cid:durableId="1620600843">
    <w:abstractNumId w:val="19"/>
  </w:num>
  <w:num w:numId="6" w16cid:durableId="1744791566">
    <w:abstractNumId w:val="19"/>
  </w:num>
  <w:num w:numId="7" w16cid:durableId="1210145479">
    <w:abstractNumId w:val="3"/>
  </w:num>
  <w:num w:numId="8" w16cid:durableId="693188678">
    <w:abstractNumId w:val="28"/>
  </w:num>
  <w:num w:numId="9" w16cid:durableId="568880482">
    <w:abstractNumId w:val="17"/>
  </w:num>
  <w:num w:numId="10" w16cid:durableId="538512921">
    <w:abstractNumId w:val="5"/>
  </w:num>
  <w:num w:numId="11" w16cid:durableId="1552691265">
    <w:abstractNumId w:val="14"/>
  </w:num>
  <w:num w:numId="12" w16cid:durableId="393429087">
    <w:abstractNumId w:val="12"/>
  </w:num>
  <w:num w:numId="13" w16cid:durableId="1096901807">
    <w:abstractNumId w:val="27"/>
  </w:num>
  <w:num w:numId="14" w16cid:durableId="2122721873">
    <w:abstractNumId w:val="23"/>
  </w:num>
  <w:num w:numId="15" w16cid:durableId="1328677796">
    <w:abstractNumId w:val="16"/>
  </w:num>
  <w:num w:numId="16" w16cid:durableId="1328946960">
    <w:abstractNumId w:val="10"/>
  </w:num>
  <w:num w:numId="17" w16cid:durableId="112794118">
    <w:abstractNumId w:val="6"/>
  </w:num>
  <w:num w:numId="18" w16cid:durableId="167209985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7483414">
    <w:abstractNumId w:val="0"/>
  </w:num>
  <w:num w:numId="20" w16cid:durableId="2102098709">
    <w:abstractNumId w:val="29"/>
  </w:num>
  <w:num w:numId="21" w16cid:durableId="1518806562">
    <w:abstractNumId w:val="1"/>
  </w:num>
  <w:num w:numId="22" w16cid:durableId="658459772">
    <w:abstractNumId w:val="15"/>
  </w:num>
  <w:num w:numId="23" w16cid:durableId="144056153">
    <w:abstractNumId w:val="11"/>
  </w:num>
  <w:num w:numId="24" w16cid:durableId="403769507">
    <w:abstractNumId w:val="22"/>
  </w:num>
  <w:num w:numId="25" w16cid:durableId="111243524">
    <w:abstractNumId w:val="26"/>
  </w:num>
  <w:num w:numId="26" w16cid:durableId="796215608">
    <w:abstractNumId w:val="2"/>
  </w:num>
  <w:num w:numId="27" w16cid:durableId="1361785005">
    <w:abstractNumId w:val="25"/>
  </w:num>
  <w:num w:numId="28" w16cid:durableId="967974848">
    <w:abstractNumId w:val="24"/>
  </w:num>
  <w:num w:numId="29" w16cid:durableId="2501656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335720306">
    <w:abstractNumId w:val="20"/>
  </w:num>
  <w:num w:numId="31" w16cid:durableId="567545108">
    <w:abstractNumId w:val="18"/>
  </w:num>
  <w:num w:numId="32" w16cid:durableId="676928671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849"/>
    <w:rsid w:val="002A3129"/>
    <w:rsid w:val="002A48F7"/>
    <w:rsid w:val="002B5C62"/>
    <w:rsid w:val="002C470F"/>
    <w:rsid w:val="002D4CAD"/>
    <w:rsid w:val="002F10CA"/>
    <w:rsid w:val="002F4B1B"/>
    <w:rsid w:val="00303C67"/>
    <w:rsid w:val="00306699"/>
    <w:rsid w:val="00306F69"/>
    <w:rsid w:val="00310CB3"/>
    <w:rsid w:val="0031112E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0E26"/>
    <w:rsid w:val="00623B01"/>
    <w:rsid w:val="00625BB0"/>
    <w:rsid w:val="006261BB"/>
    <w:rsid w:val="0064149F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3811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599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2B2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4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4C6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8 Załącznik nr 8 do SWZ.docx</dmsv2BaseFileName>
    <dmsv2BaseDisplayName xmlns="http://schemas.microsoft.com/sharepoint/v3">8 Załącznik nr 8 do SWZ</dmsv2BaseDisplayName>
    <dmsv2SWPP2ObjectNumber xmlns="http://schemas.microsoft.com/sharepoint/v3">POST/DYS/OLD/GZ/00134/2026                        </dmsv2SWPP2ObjectNumber>
    <dmsv2SWPP2SumMD5 xmlns="http://schemas.microsoft.com/sharepoint/v3">c2f0fa4be3dddd2c90b60ec537fdc327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24176087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JEUP5JKVCYQC-1398355148-4733</_dlc_DocId>
    <_dlc_DocIdUrl xmlns="a19cb1c7-c5c7-46d4-85ae-d83685407bba">
      <Url>https://swpp2.dms.gkpge.pl/sites/41/_layouts/15/DocIdRedir.aspx?ID=JEUP5JKVCYQC-1398355148-4733</Url>
      <Description>JEUP5JKVCYQC-1398355148-4733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2FBBDDA-D76E-40A0-94CA-4F7472A78F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3F84FB-B048-417D-A8E0-AF959DABF069}"/>
</file>

<file path=customXml/itemProps4.xml><?xml version="1.0" encoding="utf-8"?>
<ds:datastoreItem xmlns:ds="http://schemas.openxmlformats.org/officeDocument/2006/customXml" ds:itemID="{4E658A59-2084-4D2B-974E-61A19F568E9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2026-01-21T11:32:00Z</dcterms:created>
  <dcterms:modified xsi:type="dcterms:W3CDTF">2026-01-21T11:33:00Z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1ddf09e9-028e-40ae-8cda-e45ce0b41379</vt:lpwstr>
  </property>
</Properties>
</file>